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66FD27E5" w:rsidR="00F862D6" w:rsidRPr="003E6B9A" w:rsidRDefault="0008056B" w:rsidP="0037111D">
            <w:r w:rsidRPr="0008056B">
              <w:rPr>
                <w:rFonts w:ascii="Helvetica" w:hAnsi="Helvetica"/>
              </w:rPr>
              <w:t>11351/2023-SŽ-SSV-Ú3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08056B" w:rsidRDefault="00F862D6" w:rsidP="0077673A">
            <w:r w:rsidRPr="0008056B">
              <w:t>Listů/příloh</w:t>
            </w:r>
          </w:p>
        </w:tc>
        <w:tc>
          <w:tcPr>
            <w:tcW w:w="2552" w:type="dxa"/>
          </w:tcPr>
          <w:p w14:paraId="3B11A37C" w14:textId="5BB32DF1" w:rsidR="00F862D6" w:rsidRPr="0008056B" w:rsidRDefault="0008056B" w:rsidP="00CC1E2B">
            <w:r>
              <w:t>3</w:t>
            </w:r>
            <w:r w:rsidR="003E6B9A" w:rsidRPr="0008056B">
              <w:t>/</w:t>
            </w:r>
            <w:r w:rsidRPr="0008056B">
              <w:t>4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08056B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7C44E63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D3BDD">
              <w:rPr>
                <w:noProof/>
              </w:rPr>
              <w:t>27.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48E47CFC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F3C5E">
        <w:rPr>
          <w:rFonts w:eastAsia="Times New Roman" w:cs="Times New Roman"/>
          <w:lang w:eastAsia="cs-CZ"/>
        </w:rPr>
        <w:t>16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2A48742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AF3C5E">
        <w:rPr>
          <w:rFonts w:eastAsia="Calibri" w:cs="Times New Roman"/>
          <w:b/>
          <w:lang w:eastAsia="cs-CZ"/>
        </w:rPr>
        <w:t>96</w:t>
      </w:r>
      <w:r w:rsidRPr="00D61FB2">
        <w:rPr>
          <w:rFonts w:eastAsia="Calibri" w:cs="Times New Roman"/>
          <w:b/>
          <w:lang w:eastAsia="cs-CZ"/>
        </w:rPr>
        <w:t>:</w:t>
      </w:r>
    </w:p>
    <w:p w14:paraId="6F54E753" w14:textId="77777777" w:rsidR="00AF3C5E" w:rsidRDefault="00AF3C5E" w:rsidP="00AF3C5E">
      <w:pPr>
        <w:spacing w:after="0" w:line="240" w:lineRule="auto"/>
        <w:jc w:val="both"/>
        <w:rPr>
          <w:rFonts w:cs="Tahoma"/>
          <w:color w:val="000000"/>
          <w:shd w:val="clear" w:color="auto" w:fill="FFFFFF"/>
        </w:rPr>
      </w:pPr>
      <w:r w:rsidRPr="00AF3C5E">
        <w:rPr>
          <w:rFonts w:cs="Tahoma"/>
          <w:b/>
          <w:bCs/>
          <w:color w:val="000000"/>
          <w:shd w:val="clear" w:color="auto" w:fill="FFFFFF"/>
        </w:rPr>
        <w:t>SO01-10-01:</w:t>
      </w:r>
    </w:p>
    <w:p w14:paraId="4EA333F8" w14:textId="7C915ACA" w:rsidR="00AF3C5E" w:rsidRPr="00AF3C5E" w:rsidRDefault="00AF3C5E" w:rsidP="00AF3C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3C5E">
        <w:rPr>
          <w:rFonts w:cs="Tahoma"/>
          <w:color w:val="000000"/>
          <w:shd w:val="clear" w:color="auto" w:fill="FFFFFF"/>
        </w:rPr>
        <w:t>v soupisu prací chybí položky pro koleje na dlouhých výhybkových pražcích. Prosíme o doplnění.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89B0D6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soupisu prací SO 01-10-01 byla doplněna nová položka č. 101, kód položky 523392, „KOLEJ 60 E2, ROZD. "U", BEZSTYKOVÁ, PR. BET. VÝHYBKOVÝ DLOUHÝ, UP. PRUŽNÉ“.</w:t>
      </w:r>
    </w:p>
    <w:p w14:paraId="6251E578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soupisu prací SO 01-10-01 byla doplněna nová položka č. 102, kód položky 528392, „KOLEJ 49 E1, ROZD. "U", BEZSTYKOVÁ, PR. BET. VÝHYBKOVÝ DLOUHÝ, UP. PRUŽNÉ“.</w:t>
      </w:r>
    </w:p>
    <w:p w14:paraId="7ADD23BA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</w:p>
    <w:p w14:paraId="10B08F6F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návaznosti na přidání těchto dvou položek bylo upraveno množství v položkách pro krátké výhybkové pražce (tyto původně obsahovaly délku všech výhybkových pražců):</w:t>
      </w:r>
    </w:p>
    <w:p w14:paraId="607B4859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soupisu prací SO 01-10-01 bylo upraveno množství v položce č. 11, kód položky 523372, „KOLEJ 60 E2, ROZD. "U", BEZSTYKOVÁ, PR. BET. VÝHYBKOVÝ KRÁTKÝ, UP. PRUŽNÉ“.</w:t>
      </w:r>
    </w:p>
    <w:p w14:paraId="749372EB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soupisu prací SO 01-10-01 bylo upraveno množství v položce č. 15, kód položky 528372, „KOLEJ 49 E1, ROZD. "U", BEZSTYKOVÁ, PR. BET. VÝHYBKOVÝ KRÁTKÝ, UP. PRUŽNÉ“.</w:t>
      </w:r>
    </w:p>
    <w:p w14:paraId="57AC937C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</w:p>
    <w:p w14:paraId="12A2EE77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Dále bylo drobně upraveno množství v položkách č. 8, č. 13 a č. 14 (kvůli upřesnění délky výhybkových pražců za konci výhybek tvaru 1:6,6-190):</w:t>
      </w:r>
    </w:p>
    <w:p w14:paraId="0FA30CB9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 xml:space="preserve">V soupisu prací SO 01-10-01 bylo upraveno množství v položce č. 8, kód položky 512550, „KOLEJOVÉ </w:t>
      </w:r>
      <w:proofErr w:type="gramStart"/>
      <w:r w:rsidRPr="00D61FB2">
        <w:rPr>
          <w:rFonts w:asciiTheme="majorHAnsi" w:eastAsia="Calibri" w:hAnsiTheme="majorHAnsi" w:cs="Times New Roman"/>
          <w:lang w:eastAsia="cs-CZ"/>
        </w:rPr>
        <w:t>LOŽE - ZŘÍZENÍ</w:t>
      </w:r>
      <w:proofErr w:type="gramEnd"/>
      <w:r w:rsidRPr="00D61FB2">
        <w:rPr>
          <w:rFonts w:asciiTheme="majorHAnsi" w:eastAsia="Calibri" w:hAnsiTheme="majorHAnsi" w:cs="Times New Roman"/>
          <w:lang w:eastAsia="cs-CZ"/>
        </w:rPr>
        <w:t xml:space="preserve"> Z KAMENIVA HRUBÉHO DRCENÉHO (ŠTĚRK)“. Množství sníženo o 2 m</w:t>
      </w:r>
      <w:r w:rsidRPr="00D61FB2">
        <w:rPr>
          <w:rFonts w:asciiTheme="majorHAnsi" w:eastAsia="Calibri" w:hAnsiTheme="majorHAnsi" w:cs="Times New Roman"/>
          <w:vertAlign w:val="superscript"/>
          <w:lang w:eastAsia="cs-CZ"/>
        </w:rPr>
        <w:t>3</w:t>
      </w:r>
      <w:r w:rsidRPr="00D61FB2">
        <w:rPr>
          <w:rFonts w:asciiTheme="majorHAnsi" w:eastAsia="Calibri" w:hAnsiTheme="majorHAnsi" w:cs="Times New Roman"/>
          <w:lang w:eastAsia="cs-CZ"/>
        </w:rPr>
        <w:t>.</w:t>
      </w:r>
    </w:p>
    <w:p w14:paraId="7D2BBF3D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soupisu prací SO 01-10-01 bylo upraveno množství v položce č. 13, kód položky 528252, „KOLEJ 49 E1, ROZD. "D", BEZSTYKOVÁ, PR. BET. BEZPODKLADNICOVÝ, UP. PRUŽNÉ“. Množství zvýšeno o 1,796 m.</w:t>
      </w:r>
    </w:p>
    <w:p w14:paraId="1254838B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soupisu prací SO 01-10-01 bylo upraveno množství v položce č. 14, kód položky 528352, „KOLEJ 49 E1, ROZD. "U", BEZSTYKOVÁ, PR. BET. BEZPODKLADNICOVÝ, UP. PRUŽNÉ“. Množství zvýšeno o 0,600 m.</w:t>
      </w:r>
    </w:p>
    <w:p w14:paraId="4F47330D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</w:p>
    <w:p w14:paraId="797E6577" w14:textId="77777777" w:rsidR="004D2CD2" w:rsidRPr="00D61FB2" w:rsidRDefault="004D2CD2" w:rsidP="004D2CD2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1FB2">
        <w:rPr>
          <w:rFonts w:asciiTheme="majorHAnsi" w:eastAsia="Calibri" w:hAnsiTheme="majorHAnsi" w:cs="Times New Roman"/>
          <w:lang w:eastAsia="cs-CZ"/>
        </w:rPr>
        <w:t>V příloze č. 3.101 „Výpočet kubatur“ byla v bodě č. 6 „Kolejový rošt“ aktualizována tabulka „Zřízení kolejového roštu a pod tuto tabulku byl přidán výčet celkové délky kolejí na dlouhých a krátkých výhybkových pražcích. Byla také aktualizována příloha 2.802 „Kolejový plán část 2“.</w:t>
      </w:r>
    </w:p>
    <w:p w14:paraId="1F4BEBC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833584" w14:textId="77777777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200E6" w14:textId="7A88AAF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F3C5E">
        <w:rPr>
          <w:rFonts w:eastAsia="Calibri" w:cs="Times New Roman"/>
          <w:b/>
          <w:lang w:eastAsia="cs-CZ"/>
        </w:rPr>
        <w:t>197</w:t>
      </w:r>
      <w:r w:rsidRPr="00D61FB2">
        <w:rPr>
          <w:rFonts w:eastAsia="Calibri" w:cs="Times New Roman"/>
          <w:b/>
          <w:lang w:eastAsia="cs-CZ"/>
        </w:rPr>
        <w:t>:</w:t>
      </w:r>
      <w:r w:rsidR="000B59A0" w:rsidRPr="00D61FB2">
        <w:rPr>
          <w:rFonts w:eastAsia="Calibri" w:cs="Times New Roman"/>
          <w:b/>
          <w:lang w:eastAsia="cs-CZ"/>
        </w:rPr>
        <w:t xml:space="preserve"> </w:t>
      </w:r>
    </w:p>
    <w:p w14:paraId="0DC4F92F" w14:textId="77777777" w:rsidR="00AF3C5E" w:rsidRDefault="00AF3C5E" w:rsidP="00BD531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AF3C5E">
        <w:rPr>
          <w:rFonts w:cs="Tahoma"/>
          <w:b/>
          <w:bCs/>
          <w:color w:val="000000"/>
          <w:shd w:val="clear" w:color="auto" w:fill="FFFFFF"/>
        </w:rPr>
        <w:t>SO01-10-01:</w:t>
      </w:r>
    </w:p>
    <w:p w14:paraId="70EA1FCE" w14:textId="2794AD31" w:rsidR="00AF3C5E" w:rsidRPr="00AF3C5E" w:rsidRDefault="00AF3C5E" w:rsidP="00AF3C5E">
      <w:pPr>
        <w:spacing w:after="0" w:line="240" w:lineRule="auto"/>
        <w:jc w:val="both"/>
        <w:rPr>
          <w:rFonts w:cs="Tahoma"/>
          <w:color w:val="000000"/>
          <w:shd w:val="clear" w:color="auto" w:fill="FFFFFF"/>
        </w:rPr>
      </w:pPr>
      <w:r w:rsidRPr="00AF3C5E">
        <w:rPr>
          <w:rFonts w:cs="Tahoma"/>
          <w:color w:val="000000"/>
          <w:shd w:val="clear" w:color="auto" w:fill="FFFFFF"/>
        </w:rPr>
        <w:t>jakou činnost reprezentují pol.č.6 a 7 soupisu prací? Mají se týkat materiálu k recyklaci, ale jeho odtěžení z koleje a doprava k recyklaci jsou již zahrnuty v jiných položkách.</w:t>
      </w:r>
    </w:p>
    <w:p w14:paraId="680940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360D731" w14:textId="77777777" w:rsidR="004D2CD2" w:rsidRPr="00D61FB2" w:rsidRDefault="004D2CD2" w:rsidP="004D2CD2">
      <w:pPr>
        <w:spacing w:after="0" w:line="240" w:lineRule="auto"/>
        <w:rPr>
          <w:rFonts w:eastAsia="Calibri" w:cs="Times New Roman"/>
          <w:lang w:eastAsia="cs-CZ"/>
        </w:rPr>
      </w:pPr>
      <w:r w:rsidRPr="00D61FB2">
        <w:rPr>
          <w:rFonts w:eastAsia="Calibri" w:cs="Times New Roman"/>
          <w:lang w:eastAsia="cs-CZ"/>
        </w:rPr>
        <w:lastRenderedPageBreak/>
        <w:t xml:space="preserve">V položce č. 9, kód položky č. 512560, „KOLEJOVÉ </w:t>
      </w:r>
      <w:proofErr w:type="gramStart"/>
      <w:r w:rsidRPr="00D61FB2">
        <w:rPr>
          <w:rFonts w:eastAsia="Calibri" w:cs="Times New Roman"/>
          <w:lang w:eastAsia="cs-CZ"/>
        </w:rPr>
        <w:t>LOŽE - ZŘÍZENÍ</w:t>
      </w:r>
      <w:proofErr w:type="gramEnd"/>
      <w:r w:rsidRPr="00D61FB2">
        <w:rPr>
          <w:rFonts w:eastAsia="Calibri" w:cs="Times New Roman"/>
          <w:lang w:eastAsia="cs-CZ"/>
        </w:rPr>
        <w:t xml:space="preserve"> Z KAMENIVA HRUBÉHO RECYKLOVANÉHO“ je obsažena pouze doprava a uložení kameniva do lože. Proto byla vytvořena položka č. 6, kód položky </w:t>
      </w:r>
      <w:proofErr w:type="gramStart"/>
      <w:r w:rsidRPr="00D61FB2">
        <w:rPr>
          <w:rFonts w:eastAsia="Calibri" w:cs="Times New Roman"/>
          <w:lang w:eastAsia="cs-CZ"/>
        </w:rPr>
        <w:t>12583A</w:t>
      </w:r>
      <w:proofErr w:type="gramEnd"/>
      <w:r w:rsidRPr="00D61FB2">
        <w:rPr>
          <w:rFonts w:eastAsia="Calibri" w:cs="Times New Roman"/>
          <w:lang w:eastAsia="cs-CZ"/>
        </w:rPr>
        <w:t>, „VYKOPÁVKY ZE ZEMNÍKŮ A SKLÁDEK TŘ. II - BEZ DOPRAVY“, která obsahuje vlastní vykopání uloženého již recyklovaného lože, naložení a popřípadě další činnosti viz popis položky.</w:t>
      </w:r>
    </w:p>
    <w:p w14:paraId="352C13EC" w14:textId="77777777" w:rsidR="004D2CD2" w:rsidRPr="00D61FB2" w:rsidRDefault="004D2CD2" w:rsidP="004D2CD2">
      <w:pPr>
        <w:spacing w:after="0" w:line="240" w:lineRule="auto"/>
        <w:rPr>
          <w:rFonts w:eastAsia="Calibri" w:cs="Times New Roman"/>
          <w:lang w:eastAsia="cs-CZ"/>
        </w:rPr>
      </w:pPr>
    </w:p>
    <w:p w14:paraId="77050326" w14:textId="77777777" w:rsidR="004D2CD2" w:rsidRPr="00D61FB2" w:rsidRDefault="004D2CD2" w:rsidP="004D2CD2">
      <w:pPr>
        <w:spacing w:after="0" w:line="240" w:lineRule="auto"/>
        <w:rPr>
          <w:rFonts w:eastAsia="Calibri" w:cs="Times New Roman"/>
          <w:lang w:eastAsia="cs-CZ"/>
        </w:rPr>
      </w:pPr>
      <w:r w:rsidRPr="00D61FB2">
        <w:rPr>
          <w:rFonts w:eastAsia="Calibri" w:cs="Times New Roman"/>
          <w:lang w:eastAsia="cs-CZ"/>
        </w:rPr>
        <w:t xml:space="preserve">V položce č. 72, kód položky č. 965023 „ODSTRANĚNÍ KOLEJOVÉHO LOŽE A DRÁŽNÍCH </w:t>
      </w:r>
      <w:proofErr w:type="gramStart"/>
      <w:r w:rsidRPr="00D61FB2">
        <w:rPr>
          <w:rFonts w:eastAsia="Calibri" w:cs="Times New Roman"/>
          <w:lang w:eastAsia="cs-CZ"/>
        </w:rPr>
        <w:t>STEZEK - ODVOZ</w:t>
      </w:r>
      <w:proofErr w:type="gramEnd"/>
      <w:r w:rsidRPr="00D61FB2">
        <w:rPr>
          <w:rFonts w:eastAsia="Calibri" w:cs="Times New Roman"/>
          <w:lang w:eastAsia="cs-CZ"/>
        </w:rPr>
        <w:t xml:space="preserve"> NA RECYKLACI“ je obsažena pouze doprava a složení materiálu bez dalších činností. Proto byla vytvořena položka č. 7, kód položky 17120 „ULOŽENÍ SYPANINY DO NÁSYPŮ A NA SKLÁDKY BEZ ZHUTNĚNÍ“, která obsahuje uložení štěrku před recyklací, přípravu plochy pro uložení a její další udržování v požadovaném stavu po celou dobu skladování štěrku. Viz popis položky.</w:t>
      </w:r>
    </w:p>
    <w:p w14:paraId="55DC506A" w14:textId="0ECA51CF" w:rsidR="004D2CD2" w:rsidRDefault="004D2CD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B1272D" w14:textId="77777777" w:rsidR="00D61FB2" w:rsidRDefault="00D61FB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F67848" w14:textId="2C63F6B2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č.198:</w:t>
      </w:r>
      <w:r w:rsidR="000B59A0">
        <w:rPr>
          <w:rFonts w:eastAsia="Calibri" w:cs="Times New Roman"/>
          <w:b/>
          <w:lang w:eastAsia="cs-CZ"/>
        </w:rPr>
        <w:t xml:space="preserve"> </w:t>
      </w:r>
    </w:p>
    <w:p w14:paraId="360A1F47" w14:textId="77777777" w:rsidR="00AF3C5E" w:rsidRPr="00AF3C5E" w:rsidRDefault="00AF3C5E" w:rsidP="00AF3C5E">
      <w:pPr>
        <w:spacing w:after="0"/>
        <w:jc w:val="both"/>
        <w:rPr>
          <w:rFonts w:cs="Arial"/>
          <w:b/>
          <w:bCs/>
        </w:rPr>
      </w:pPr>
      <w:r w:rsidRPr="00AF3C5E">
        <w:rPr>
          <w:rFonts w:cs="Arial"/>
          <w:b/>
          <w:bCs/>
        </w:rPr>
        <w:t>SO 01-11-01</w:t>
      </w:r>
    </w:p>
    <w:p w14:paraId="3D5EC354" w14:textId="453B6D7B" w:rsidR="00AF3C5E" w:rsidRPr="00AF3C5E" w:rsidRDefault="00AF3C5E" w:rsidP="00AF3C5E">
      <w:pPr>
        <w:spacing w:after="0"/>
        <w:jc w:val="both"/>
        <w:rPr>
          <w:rFonts w:cs="Arial"/>
        </w:rPr>
      </w:pPr>
      <w:r w:rsidRPr="00AF3C5E">
        <w:rPr>
          <w:rFonts w:cs="Arial"/>
        </w:rPr>
        <w:t>V souboru 3.101 Výpočet kubatur bod 8 strana 32 je tabulka s demontovanými výhybkami – je správ</w:t>
      </w:r>
      <w:r>
        <w:rPr>
          <w:rFonts w:cs="Arial"/>
        </w:rPr>
        <w:t>n</w:t>
      </w:r>
      <w:r w:rsidRPr="00AF3C5E">
        <w:rPr>
          <w:rFonts w:cs="Arial"/>
        </w:rPr>
        <w:t>ý předpoklad, že pražce z výhybek 1,2,3,4,5,7 a 8 jsou určeny k regeneraci a budou odebrány z demontážní základny objednatelem? Stejně tak střed DKS tiš – kolejnice i pražce.</w:t>
      </w:r>
    </w:p>
    <w:p w14:paraId="7532B9AD" w14:textId="777853DD" w:rsidR="00AF3C5E" w:rsidRPr="00AF3C5E" w:rsidRDefault="00AF3C5E" w:rsidP="00AF3C5E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AF3C5E">
        <w:rPr>
          <w:rFonts w:cs="Arial"/>
        </w:rPr>
        <w:t>V případě že by se měli pražce likvidovat žádáme o zohlednění do položky odpadů.</w:t>
      </w:r>
    </w:p>
    <w:p w14:paraId="07F8ECB3" w14:textId="77777777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B45B90" w14:textId="75514249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20D6426" w14:textId="77777777" w:rsidR="004D2CD2" w:rsidRPr="00D61FB2" w:rsidRDefault="004D2CD2" w:rsidP="004D2CD2">
      <w:pPr>
        <w:spacing w:after="0" w:line="240" w:lineRule="auto"/>
        <w:rPr>
          <w:rFonts w:eastAsia="Calibri" w:cs="Times New Roman"/>
          <w:lang w:eastAsia="cs-CZ"/>
        </w:rPr>
      </w:pPr>
      <w:r w:rsidRPr="00D61FB2">
        <w:rPr>
          <w:rFonts w:eastAsia="Calibri" w:cs="Times New Roman"/>
          <w:lang w:eastAsia="cs-CZ"/>
        </w:rPr>
        <w:t>Ano je to správný předpoklad. Viz příloha technické zprávy v bodě 14. 2. „Souhrnný výkaz kategorizovaného materiálu – výhybka“. Zde jsou u jednotlivých výhybek vypsány všechny jednotlivé části a jejich zařazení buď na likvidaci (X), regeneraci (R) nebo k užití (U). Tabulka na straně 32 pak obsahuje přehled, co je určeno k likvidaci.</w:t>
      </w:r>
    </w:p>
    <w:p w14:paraId="59D92354" w14:textId="77777777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6C788D" w14:textId="77777777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FDAC34" w14:textId="6F2C7A06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199:</w:t>
      </w:r>
      <w:r w:rsidR="000B59A0">
        <w:rPr>
          <w:rFonts w:eastAsia="Calibri" w:cs="Times New Roman"/>
          <w:b/>
          <w:lang w:eastAsia="cs-CZ"/>
        </w:rPr>
        <w:t xml:space="preserve">  </w:t>
      </w:r>
    </w:p>
    <w:p w14:paraId="0ED6BAAB" w14:textId="263D1386" w:rsidR="00AF3C5E" w:rsidRPr="00AF3C5E" w:rsidRDefault="00AF3C5E" w:rsidP="00AF3C5E">
      <w:pPr>
        <w:spacing w:after="0"/>
        <w:jc w:val="both"/>
        <w:rPr>
          <w:rFonts w:cs="Arial"/>
        </w:rPr>
      </w:pPr>
      <w:r w:rsidRPr="00AF3C5E">
        <w:rPr>
          <w:rFonts w:cs="Arial"/>
        </w:rPr>
        <w:t xml:space="preserve">V objektu </w:t>
      </w:r>
      <w:r w:rsidRPr="00AF3C5E">
        <w:rPr>
          <w:rFonts w:cs="Arial"/>
          <w:b/>
          <w:bCs/>
        </w:rPr>
        <w:t>SO 01-72-01.01</w:t>
      </w:r>
      <w:r w:rsidRPr="00AF3C5E">
        <w:rPr>
          <w:rFonts w:cs="Arial"/>
        </w:rPr>
        <w:t xml:space="preserve">, k položce </w:t>
      </w:r>
    </w:p>
    <w:p w14:paraId="1E87F685" w14:textId="3B718E55" w:rsidR="00AF3C5E" w:rsidRPr="00AF3C5E" w:rsidRDefault="00AF3C5E" w:rsidP="00AF3C5E">
      <w:pPr>
        <w:spacing w:after="0"/>
        <w:jc w:val="both"/>
        <w:rPr>
          <w:rFonts w:cs="Arial"/>
        </w:rPr>
      </w:pPr>
      <w:r w:rsidRPr="00AF3C5E">
        <w:rPr>
          <w:rFonts w:cs="Arial"/>
        </w:rPr>
        <w:t>222</w:t>
      </w:r>
      <w:r w:rsidRPr="00AF3C5E">
        <w:rPr>
          <w:rFonts w:cs="Arial"/>
        </w:rPr>
        <w:tab/>
        <w:t>953R001</w:t>
      </w:r>
      <w:r w:rsidRPr="00AF3C5E">
        <w:rPr>
          <w:rFonts w:cs="Arial"/>
        </w:rPr>
        <w:tab/>
      </w:r>
      <w:r w:rsidRPr="00AF3C5E">
        <w:rPr>
          <w:rFonts w:cs="Arial"/>
        </w:rPr>
        <w:tab/>
        <w:t>D+M protipožárních ucpávek dle PBŘS</w:t>
      </w:r>
      <w:r w:rsidRPr="00AF3C5E">
        <w:rPr>
          <w:rFonts w:cs="Arial"/>
        </w:rPr>
        <w:tab/>
        <w:t>kopl</w:t>
      </w:r>
      <w:r w:rsidRPr="00AF3C5E">
        <w:rPr>
          <w:rFonts w:cs="Arial"/>
        </w:rPr>
        <w:tab/>
        <w:t>1,000</w:t>
      </w:r>
    </w:p>
    <w:p w14:paraId="671B4E95" w14:textId="2F182BB2" w:rsidR="00AF3C5E" w:rsidRPr="00AF3C5E" w:rsidRDefault="00AF3C5E" w:rsidP="00AF3C5E">
      <w:pPr>
        <w:spacing w:after="0" w:line="240" w:lineRule="auto"/>
        <w:rPr>
          <w:rFonts w:cs="Arial"/>
        </w:rPr>
      </w:pPr>
      <w:r w:rsidRPr="00AF3C5E">
        <w:rPr>
          <w:rFonts w:cs="Arial"/>
        </w:rPr>
        <w:t>Je možné blíže specifikovat požární ucpávky? Počet, velikost.</w:t>
      </w:r>
    </w:p>
    <w:p w14:paraId="3DE4AE5A" w14:textId="77777777" w:rsidR="00AF3C5E" w:rsidRDefault="00AF3C5E" w:rsidP="00AF3C5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B01B9F" w14:textId="45C892C7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C6B8901" w14:textId="5BDF3AC3" w:rsidR="009520AF" w:rsidRPr="00D61FB2" w:rsidRDefault="009520AF" w:rsidP="009520AF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D61FB2">
        <w:rPr>
          <w:rFonts w:eastAsia="Calibri" w:cs="Times New Roman"/>
          <w:lang w:eastAsia="cs-CZ"/>
        </w:rPr>
        <w:t xml:space="preserve">Specifikaci protipožárních ucpávek si </w:t>
      </w:r>
      <w:proofErr w:type="gramStart"/>
      <w:r w:rsidRPr="00D61FB2">
        <w:rPr>
          <w:rFonts w:eastAsia="Calibri" w:cs="Times New Roman"/>
          <w:lang w:eastAsia="cs-CZ"/>
        </w:rPr>
        <w:t>řeší</w:t>
      </w:r>
      <w:proofErr w:type="gramEnd"/>
      <w:r w:rsidRPr="00D61FB2">
        <w:rPr>
          <w:rFonts w:eastAsia="Calibri" w:cs="Times New Roman"/>
          <w:lang w:eastAsia="cs-CZ"/>
        </w:rPr>
        <w:t xml:space="preserve"> dotčené profese a provozní soubory. Vnitřní konstrukce (stěny) dle PBŘ ale nemají požadavek na požární odolnost a objekt není rozdělen na požární úseky, tudíž není dle PBŘ stanoven požadavek na požární ucpávky. Zrušena </w:t>
      </w:r>
      <w:proofErr w:type="spellStart"/>
      <w:r w:rsidRPr="00D61FB2">
        <w:rPr>
          <w:rFonts w:eastAsia="Calibri" w:cs="Times New Roman"/>
          <w:lang w:eastAsia="cs-CZ"/>
        </w:rPr>
        <w:t>pol.č</w:t>
      </w:r>
      <w:proofErr w:type="spellEnd"/>
      <w:r w:rsidRPr="00D61FB2">
        <w:rPr>
          <w:rFonts w:eastAsia="Calibri" w:cs="Times New Roman"/>
          <w:lang w:eastAsia="cs-CZ"/>
        </w:rPr>
        <w:t>. 222 (953R001).</w:t>
      </w:r>
    </w:p>
    <w:p w14:paraId="5662863C" w14:textId="77777777" w:rsidR="000B59A0" w:rsidRDefault="000B59A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11FC75" w14:textId="77777777" w:rsidR="000B59A0" w:rsidRDefault="000B59A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48BCFD" w14:textId="48160DE1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200:</w:t>
      </w:r>
      <w:r w:rsidR="000B59A0">
        <w:rPr>
          <w:rFonts w:eastAsia="Calibri" w:cs="Times New Roman"/>
          <w:b/>
          <w:lang w:eastAsia="cs-CZ"/>
        </w:rPr>
        <w:t xml:space="preserve"> </w:t>
      </w:r>
    </w:p>
    <w:p w14:paraId="3D94142A" w14:textId="6CC8AE56" w:rsidR="00AF3C5E" w:rsidRDefault="00AF3C5E" w:rsidP="003A57D4">
      <w:pPr>
        <w:spacing w:after="0"/>
        <w:jc w:val="both"/>
        <w:rPr>
          <w:rFonts w:cs="Arial"/>
        </w:rPr>
      </w:pPr>
      <w:r w:rsidRPr="00AF3C5E">
        <w:rPr>
          <w:rFonts w:cs="Arial"/>
        </w:rPr>
        <w:t>V požárně bezpečnostním řešení je uvedeno:</w:t>
      </w:r>
    </w:p>
    <w:p w14:paraId="2DB9ED8C" w14:textId="77777777" w:rsidR="003A57D4" w:rsidRPr="003A57D4" w:rsidRDefault="003A57D4" w:rsidP="003A57D4">
      <w:pPr>
        <w:spacing w:after="0"/>
        <w:jc w:val="both"/>
        <w:rPr>
          <w:rFonts w:cs="Arial"/>
        </w:rPr>
      </w:pPr>
    </w:p>
    <w:p w14:paraId="5F79A20A" w14:textId="48FF20E0" w:rsidR="00AF3C5E" w:rsidRDefault="00AF3C5E" w:rsidP="00AF3C5E">
      <w:pPr>
        <w:spacing w:after="0"/>
        <w:jc w:val="both"/>
        <w:rPr>
          <w:rFonts w:cs="Arial"/>
        </w:rPr>
      </w:pPr>
      <w:r w:rsidRPr="00AF3C5E">
        <w:rPr>
          <w:rFonts w:cs="Arial"/>
        </w:rPr>
        <w:t>Všechny dveře vyskytující se na únikových cestách musí umožnit v případě vyhlášení poplachu (nebo i při jinak vzniklém riziku) otevření ručně či samočinně (bez použití klíčů či jakýchkoliv nástrojů), ať již je uzávěr běžně zamčený, zablokovaný či jinak zajištěný proti vloupání apod.</w:t>
      </w:r>
    </w:p>
    <w:p w14:paraId="1FBE5FC0" w14:textId="77777777" w:rsidR="00AF3C5E" w:rsidRPr="00AF3C5E" w:rsidRDefault="00AF3C5E" w:rsidP="00AF3C5E">
      <w:pPr>
        <w:spacing w:after="0"/>
        <w:jc w:val="both"/>
        <w:rPr>
          <w:rFonts w:cs="Arial"/>
        </w:rPr>
      </w:pPr>
    </w:p>
    <w:p w14:paraId="151851B1" w14:textId="584A3AF7" w:rsidR="00AF3C5E" w:rsidRPr="00AF3C5E" w:rsidRDefault="00AF3C5E" w:rsidP="00AF3C5E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AF3C5E">
        <w:rPr>
          <w:rFonts w:cs="Arial"/>
        </w:rPr>
        <w:t>Ve výpisu prvků ani v soupise prací jsem žádné panikové kování nenašel. Pokud je požadováno, prosím o doplnění do soupisu prací.</w:t>
      </w:r>
    </w:p>
    <w:p w14:paraId="3B0C689C" w14:textId="77777777" w:rsidR="00AF3C5E" w:rsidRPr="00AF3C5E" w:rsidRDefault="00AF3C5E" w:rsidP="00AF3C5E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</w:p>
    <w:p w14:paraId="76FD9B27" w14:textId="20F0EC01" w:rsidR="00AF3C5E" w:rsidRDefault="00AF3C5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12FA8F1A" w14:textId="640B430A" w:rsidR="009520AF" w:rsidRPr="005F5283" w:rsidRDefault="009520AF" w:rsidP="009520AF">
      <w:pPr>
        <w:spacing w:after="0" w:line="240" w:lineRule="auto"/>
        <w:rPr>
          <w:rFonts w:eastAsia="Calibri" w:cs="Times New Roman"/>
          <w:lang w:eastAsia="cs-CZ"/>
        </w:rPr>
      </w:pPr>
      <w:r w:rsidRPr="005F5283">
        <w:rPr>
          <w:rFonts w:eastAsia="Calibri" w:cs="Times New Roman"/>
          <w:lang w:eastAsia="cs-CZ"/>
        </w:rPr>
        <w:t>Panikové kování</w:t>
      </w:r>
      <w:r w:rsidR="005F5283">
        <w:rPr>
          <w:rFonts w:eastAsia="Calibri" w:cs="Times New Roman"/>
          <w:lang w:eastAsia="cs-CZ"/>
        </w:rPr>
        <w:t xml:space="preserve"> bylo</w:t>
      </w:r>
      <w:r w:rsidRPr="005F5283">
        <w:rPr>
          <w:rFonts w:eastAsia="Calibri" w:cs="Times New Roman"/>
          <w:lang w:eastAsia="cs-CZ"/>
        </w:rPr>
        <w:t xml:space="preserve"> přidáno do popisu č. 152 (55341335R3) položky pro dveře D/06 v soupisu prací.  </w:t>
      </w:r>
    </w:p>
    <w:p w14:paraId="26F764D5" w14:textId="19279586" w:rsidR="00AF3C5E" w:rsidRPr="00BD5319" w:rsidRDefault="00AF3C5E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DF5789B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1E324A7" w14:textId="77777777" w:rsidR="00204FFA" w:rsidRDefault="00204FFA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90475F" w14:textId="09EE9E28" w:rsidR="00BD5319" w:rsidRDefault="00BD5319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08056B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204FFA">
        <w:rPr>
          <w:rFonts w:eastAsia="Times New Roman" w:cs="Times New Roman"/>
          <w:lang w:eastAsia="cs-CZ"/>
        </w:rPr>
        <w:t>10. 10. 2023</w:t>
      </w:r>
      <w:r w:rsidRPr="00BD5319">
        <w:rPr>
          <w:rFonts w:eastAsia="Times New Roman" w:cs="Times New Roman"/>
          <w:lang w:eastAsia="cs-CZ"/>
        </w:rPr>
        <w:t xml:space="preserve"> </w:t>
      </w:r>
      <w:r w:rsidRPr="0008056B">
        <w:rPr>
          <w:rFonts w:eastAsia="Times New Roman" w:cs="Times New Roman"/>
          <w:b/>
          <w:bCs/>
          <w:lang w:eastAsia="cs-CZ"/>
        </w:rPr>
        <w:t xml:space="preserve">na den </w:t>
      </w:r>
      <w:r w:rsidR="00204FFA" w:rsidRPr="0008056B">
        <w:rPr>
          <w:rFonts w:eastAsia="Times New Roman" w:cs="Times New Roman"/>
          <w:b/>
          <w:bCs/>
          <w:lang w:eastAsia="cs-CZ"/>
        </w:rPr>
        <w:t>11. 10. 2023</w:t>
      </w:r>
      <w:r w:rsidRPr="00BD5319">
        <w:rPr>
          <w:rFonts w:eastAsia="Times New Roman" w:cs="Times New Roman"/>
          <w:lang w:eastAsia="cs-CZ"/>
        </w:rPr>
        <w:t>.</w:t>
      </w:r>
    </w:p>
    <w:p w14:paraId="751434DB" w14:textId="77777777" w:rsidR="00BE77C6" w:rsidRPr="00BD5319" w:rsidRDefault="00BE77C6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</w:t>
      </w:r>
      <w:r w:rsidRPr="00BD5319">
        <w:rPr>
          <w:rFonts w:eastAsia="Times New Roman" w:cs="Times New Roman"/>
          <w:lang w:eastAsia="cs-CZ"/>
        </w:rPr>
        <w:lastRenderedPageBreak/>
        <w:t xml:space="preserve">bude uveřejněn na webovém portálu </w:t>
      </w:r>
      <w:hyperlink r:id="rId12" w:history="1">
        <w:hyperlink r:id="rId13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24B253E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8056B" w:rsidRPr="0008056B">
        <w:rPr>
          <w:rFonts w:eastAsia="Times New Roman" w:cs="Times New Roman"/>
          <w:b/>
          <w:bCs/>
          <w:lang w:eastAsia="cs-CZ"/>
        </w:rPr>
        <w:t>11. 10. 2023</w:t>
      </w:r>
      <w:r w:rsidRPr="0008056B">
        <w:rPr>
          <w:rFonts w:eastAsia="Times New Roman" w:cs="Times New Roman"/>
          <w:b/>
          <w:bCs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49933BF6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8056B" w:rsidRPr="0008056B">
        <w:rPr>
          <w:rFonts w:eastAsia="Times New Roman" w:cs="Times New Roman"/>
          <w:b/>
          <w:bCs/>
          <w:lang w:eastAsia="cs-CZ"/>
        </w:rPr>
        <w:t>11. 10. 2023</w:t>
      </w:r>
      <w:r w:rsidR="000B3A82" w:rsidRPr="0008056B">
        <w:rPr>
          <w:rFonts w:eastAsia="Times New Roman" w:cs="Times New Roman"/>
          <w:b/>
          <w:bCs/>
          <w:lang w:eastAsia="cs-CZ"/>
        </w:rPr>
        <w:t xml:space="preserve"> v 10:00</w:t>
      </w:r>
      <w:r w:rsidRPr="0008056B">
        <w:rPr>
          <w:rFonts w:eastAsia="Times New Roman" w:cs="Times New Roman"/>
          <w:b/>
          <w:bCs/>
          <w:lang w:eastAsia="cs-CZ"/>
        </w:rPr>
        <w:t xml:space="preserve"> </w:t>
      </w:r>
      <w:proofErr w:type="gramStart"/>
      <w:r w:rsidRPr="0008056B">
        <w:rPr>
          <w:rFonts w:eastAsia="Times New Roman" w:cs="Times New Roman"/>
          <w:b/>
          <w:bCs/>
          <w:lang w:eastAsia="cs-CZ"/>
        </w:rPr>
        <w:t>hod.</w:t>
      </w:r>
      <w:r w:rsidR="0008056B">
        <w:rPr>
          <w:rFonts w:eastAsia="Times New Roman" w:cs="Times New Roman"/>
          <w:lang w:eastAsia="cs-CZ"/>
        </w:rPr>
        <w:t>.</w:t>
      </w:r>
      <w:proofErr w:type="gramEnd"/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DD27314" w14:textId="3FC37CB0" w:rsidR="003D0C2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8056B">
        <w:rPr>
          <w:rFonts w:eastAsia="Calibri" w:cs="Times New Roman"/>
          <w:b/>
          <w:bCs/>
          <w:lang w:eastAsia="cs-CZ"/>
        </w:rPr>
        <w:t>Příloh</w:t>
      </w:r>
      <w:r w:rsidR="0008056B">
        <w:rPr>
          <w:rFonts w:eastAsia="Calibri" w:cs="Times New Roman"/>
          <w:b/>
          <w:bCs/>
          <w:lang w:eastAsia="cs-CZ"/>
        </w:rPr>
        <w:t>y</w:t>
      </w:r>
      <w:r w:rsidRPr="0008056B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2C947062" w14:textId="77777777" w:rsidR="003D0C22" w:rsidRPr="003D0C22" w:rsidRDefault="003D0C22" w:rsidP="003D0C2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D0C22">
        <w:rPr>
          <w:rFonts w:eastAsia="Calibri" w:cs="Times New Roman"/>
          <w:bCs/>
          <w:lang w:eastAsia="cs-CZ"/>
        </w:rPr>
        <w:t>2.802 Kolejový plán část 2_0923.pdf</w:t>
      </w:r>
    </w:p>
    <w:p w14:paraId="4AF89366" w14:textId="2D3BACB6" w:rsidR="003D0C22" w:rsidRDefault="003D0C22" w:rsidP="003D0C2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D0C22">
        <w:rPr>
          <w:rFonts w:eastAsia="Calibri" w:cs="Times New Roman"/>
          <w:bCs/>
          <w:lang w:eastAsia="cs-CZ"/>
        </w:rPr>
        <w:t xml:space="preserve">3.101 Výpočet </w:t>
      </w:r>
      <w:proofErr w:type="spellStart"/>
      <w:r w:rsidRPr="003D0C22">
        <w:rPr>
          <w:rFonts w:eastAsia="Calibri" w:cs="Times New Roman"/>
          <w:bCs/>
          <w:lang w:eastAsia="cs-CZ"/>
        </w:rPr>
        <w:t>kubatur_aktualizace</w:t>
      </w:r>
      <w:proofErr w:type="spellEnd"/>
      <w:r w:rsidRPr="003D0C22">
        <w:rPr>
          <w:rFonts w:eastAsia="Calibri" w:cs="Times New Roman"/>
          <w:bCs/>
          <w:lang w:eastAsia="cs-CZ"/>
        </w:rPr>
        <w:t xml:space="preserve"> 26.09.2023.pdf</w:t>
      </w:r>
    </w:p>
    <w:p w14:paraId="655D8B2C" w14:textId="6C01FE8A" w:rsidR="00432FDC" w:rsidRDefault="00432FDC" w:rsidP="003D0C2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32FDC">
        <w:rPr>
          <w:rFonts w:eastAsia="Calibri" w:cs="Times New Roman"/>
          <w:bCs/>
          <w:lang w:eastAsia="cs-CZ"/>
        </w:rPr>
        <w:t>XDC_ZST_Vlkov_zm15_20230927</w:t>
      </w:r>
    </w:p>
    <w:p w14:paraId="238EDE15" w14:textId="25B7A29B" w:rsidR="00432FDC" w:rsidRDefault="00432FDC" w:rsidP="003D0C2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32FDC">
        <w:rPr>
          <w:rFonts w:eastAsia="Calibri" w:cs="Times New Roman"/>
          <w:bCs/>
          <w:lang w:eastAsia="cs-CZ"/>
        </w:rPr>
        <w:t>X</w:t>
      </w:r>
      <w:r>
        <w:rPr>
          <w:rFonts w:eastAsia="Calibri" w:cs="Times New Roman"/>
          <w:bCs/>
          <w:lang w:eastAsia="cs-CZ"/>
        </w:rPr>
        <w:t>LS</w:t>
      </w:r>
      <w:r w:rsidRPr="00432FDC">
        <w:rPr>
          <w:rFonts w:eastAsia="Calibri" w:cs="Times New Roman"/>
          <w:bCs/>
          <w:lang w:eastAsia="cs-CZ"/>
        </w:rPr>
        <w:t>_ZST_Vlkov_zm15_20230927</w:t>
      </w:r>
    </w:p>
    <w:p w14:paraId="288B69C1" w14:textId="61746FF9" w:rsidR="00BD5319" w:rsidRPr="00BD5319" w:rsidRDefault="00BD5319" w:rsidP="003D0C2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689A7E" w14:textId="77777777" w:rsidR="0008056B" w:rsidRDefault="0008056B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65AED4" w14:textId="431395DA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40C1" w14:textId="77777777" w:rsidR="009F616A" w:rsidRDefault="009F616A" w:rsidP="00962258">
      <w:pPr>
        <w:spacing w:after="0" w:line="240" w:lineRule="auto"/>
      </w:pPr>
      <w:r>
        <w:separator/>
      </w:r>
    </w:p>
  </w:endnote>
  <w:endnote w:type="continuationSeparator" w:id="0">
    <w:p w14:paraId="610558BF" w14:textId="77777777" w:rsidR="009F616A" w:rsidRDefault="009F61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00B946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F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FD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BDD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2D2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76312B2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F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FD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476E9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DDC6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4986" w14:textId="77777777" w:rsidR="009F616A" w:rsidRDefault="009F616A" w:rsidP="00962258">
      <w:pPr>
        <w:spacing w:after="0" w:line="240" w:lineRule="auto"/>
      </w:pPr>
      <w:r>
        <w:separator/>
      </w:r>
    </w:p>
  </w:footnote>
  <w:footnote w:type="continuationSeparator" w:id="0">
    <w:p w14:paraId="494B5F9E" w14:textId="77777777" w:rsidR="009F616A" w:rsidRDefault="009F61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256CA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6982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307469843">
    <w:abstractNumId w:val="2"/>
  </w:num>
  <w:num w:numId="2" w16cid:durableId="824275899">
    <w:abstractNumId w:val="1"/>
  </w:num>
  <w:num w:numId="3" w16cid:durableId="517473979">
    <w:abstractNumId w:val="3"/>
  </w:num>
  <w:num w:numId="4" w16cid:durableId="348946231">
    <w:abstractNumId w:val="5"/>
  </w:num>
  <w:num w:numId="5" w16cid:durableId="677538079">
    <w:abstractNumId w:val="0"/>
  </w:num>
  <w:num w:numId="6" w16cid:durableId="79672467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8056B"/>
    <w:rsid w:val="000B3A82"/>
    <w:rsid w:val="000B59A0"/>
    <w:rsid w:val="000B6C7E"/>
    <w:rsid w:val="000B7907"/>
    <w:rsid w:val="000C0429"/>
    <w:rsid w:val="000C45E8"/>
    <w:rsid w:val="000D3BDD"/>
    <w:rsid w:val="00114472"/>
    <w:rsid w:val="00170EC5"/>
    <w:rsid w:val="001747C1"/>
    <w:rsid w:val="0018596A"/>
    <w:rsid w:val="001B69C2"/>
    <w:rsid w:val="001C4DA0"/>
    <w:rsid w:val="00204FFA"/>
    <w:rsid w:val="00207DF5"/>
    <w:rsid w:val="0026155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A57D4"/>
    <w:rsid w:val="003D0C22"/>
    <w:rsid w:val="003E6B9A"/>
    <w:rsid w:val="003E75CE"/>
    <w:rsid w:val="0041380F"/>
    <w:rsid w:val="00432FD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2CD2"/>
    <w:rsid w:val="004D7466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7E4B"/>
    <w:rsid w:val="005F5283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20AF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616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C5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77C6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D5BC6"/>
    <w:rsid w:val="00CE371D"/>
    <w:rsid w:val="00D02A4D"/>
    <w:rsid w:val="00D21061"/>
    <w:rsid w:val="00D316A7"/>
    <w:rsid w:val="00D4108E"/>
    <w:rsid w:val="00D6163D"/>
    <w:rsid w:val="00D61FB2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29F5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C7117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E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77C6"/>
  </w:style>
  <w:style w:type="character" w:customStyle="1" w:styleId="eop">
    <w:name w:val="eop"/>
    <w:basedOn w:val="Standardnpsmoodstavce"/>
    <w:rsid w:val="00BE77C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29BF2FE-C398-4034-96B9-0FD994E127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3</Pages>
  <Words>966</Words>
  <Characters>5705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2023-09-27T10:22:00Z</dcterms:created>
  <dcterms:modified xsi:type="dcterms:W3CDTF">2023-09-27T10:22:00Z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